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FF4DD3" w14:textId="77777777" w:rsidR="00E67D80" w:rsidRPr="00AF4FCD" w:rsidRDefault="003E5496" w:rsidP="00E67D80">
      <w:pPr>
        <w:rPr>
          <w:b/>
        </w:rPr>
      </w:pPr>
      <w:r>
        <w:rPr>
          <w:b/>
        </w:rPr>
        <w:t>Discovering Art - K&amp;U</w:t>
      </w:r>
    </w:p>
    <w:p w14:paraId="4B59680D" w14:textId="77777777" w:rsidR="00E67D80" w:rsidRDefault="006A5D48" w:rsidP="00E67D80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4D35F0" wp14:editId="601B1818">
                <wp:simplePos x="0" y="0"/>
                <wp:positionH relativeFrom="column">
                  <wp:posOffset>-172085</wp:posOffset>
                </wp:positionH>
                <wp:positionV relativeFrom="paragraph">
                  <wp:posOffset>272627</wp:posOffset>
                </wp:positionV>
                <wp:extent cx="7086600" cy="6350000"/>
                <wp:effectExtent l="0" t="0" r="25400" b="254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6600" cy="635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50"/>
                              <w:gridCol w:w="2020"/>
                              <w:gridCol w:w="1358"/>
                              <w:gridCol w:w="1359"/>
                              <w:gridCol w:w="1359"/>
                              <w:gridCol w:w="1359"/>
                              <w:gridCol w:w="1359"/>
                              <w:gridCol w:w="1359"/>
                            </w:tblGrid>
                            <w:tr w:rsidR="00AF4FCD" w14:paraId="5CCF4F28" w14:textId="77777777" w:rsidTr="009A2007">
                              <w:trPr>
                                <w:trHeight w:val="1427"/>
                              </w:trPr>
                              <w:tc>
                                <w:tcPr>
                                  <w:tcW w:w="850" w:type="dxa"/>
                                  <w:textDirection w:val="btLr"/>
                                  <w:vAlign w:val="center"/>
                                </w:tcPr>
                                <w:p w14:paraId="64750C9F" w14:textId="77777777" w:rsidR="00AF4FCD" w:rsidRDefault="00AF4FCD" w:rsidP="00E67D80">
                                  <w:pPr>
                                    <w:ind w:left="113" w:right="113"/>
                                    <w:jc w:val="center"/>
                                  </w:pPr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020" w:type="dxa"/>
                                  <w:textDirection w:val="tbRl"/>
                                </w:tcPr>
                                <w:p w14:paraId="7972094C" w14:textId="77777777" w:rsidR="00AF4FCD" w:rsidRDefault="00AF4FCD" w:rsidP="00E67D80">
                                  <w:pPr>
                                    <w:ind w:left="113" w:right="113"/>
                                  </w:pPr>
                                </w:p>
                              </w:tc>
                              <w:tc>
                                <w:tcPr>
                                  <w:tcW w:w="1358" w:type="dxa"/>
                                  <w:vAlign w:val="center"/>
                                </w:tcPr>
                                <w:p w14:paraId="26DBAB23" w14:textId="77777777" w:rsidR="00AF4FCD" w:rsidRPr="00AC3FB4" w:rsidRDefault="00AF4FCD" w:rsidP="001E439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Response goes well </w:t>
                                  </w:r>
                                  <w:r w:rsidRPr="007D5007">
                                    <w:rPr>
                                      <w:sz w:val="18"/>
                                      <w:szCs w:val="18"/>
                                    </w:rPr>
                                    <w:t>beyond expectations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in conveying understanding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54412160" w14:textId="77777777" w:rsidR="00AF4FCD" w:rsidRDefault="00AF4FCD" w:rsidP="008A06D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Response shows an complete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14:paraId="61AA3A89" w14:textId="77777777" w:rsidR="00AF4FCD" w:rsidRPr="00AC3FB4" w:rsidRDefault="00AF4FCD" w:rsidP="008A06D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Response shows a nearly complete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5A9491BA" w14:textId="77777777" w:rsidR="00AF4FCD" w:rsidRPr="00AC3FB4" w:rsidRDefault="00AF4FCD" w:rsidP="00A32E34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Response shows an emerging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14:paraId="10A7855C" w14:textId="77777777" w:rsidR="00AF4FCD" w:rsidRPr="00AC3FB4" w:rsidRDefault="00AF4FCD" w:rsidP="001E439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Response shows </w:t>
                                  </w:r>
                                  <w:r w:rsidRPr="007D5007">
                                    <w:rPr>
                                      <w:sz w:val="18"/>
                                      <w:szCs w:val="18"/>
                                    </w:rPr>
                                    <w:t xml:space="preserve">very little understanding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of the concepts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05B3C669" w14:textId="77777777" w:rsidR="00AF4FCD" w:rsidRPr="00AC3FB4" w:rsidRDefault="00AF4FCD" w:rsidP="00CF51A7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Response not present or completely misses the mark</w:t>
                                  </w:r>
                                </w:p>
                              </w:tc>
                            </w:tr>
                            <w:tr w:rsidR="00AF4FCD" w14:paraId="3A554B8F" w14:textId="77777777" w:rsidTr="009A2007">
                              <w:trPr>
                                <w:trHeight w:val="1427"/>
                              </w:trPr>
                              <w:tc>
                                <w:tcPr>
                                  <w:tcW w:w="850" w:type="dxa"/>
                                  <w:shd w:val="clear" w:color="auto" w:fill="C6D9F1" w:themeFill="text2" w:themeFillTint="33"/>
                                  <w:textDirection w:val="btLr"/>
                                  <w:vAlign w:val="center"/>
                                </w:tcPr>
                                <w:p w14:paraId="181CA765" w14:textId="77777777" w:rsidR="00AF4FCD" w:rsidRDefault="00AF4FCD" w:rsidP="00E67D80">
                                  <w:pPr>
                                    <w:ind w:left="113" w:right="113"/>
                                    <w:jc w:val="center"/>
                                  </w:pPr>
                                  <w:r>
                                    <w:t>Observe</w:t>
                                  </w:r>
                                </w:p>
                              </w:tc>
                              <w:tc>
                                <w:tcPr>
                                  <w:tcW w:w="2020" w:type="dxa"/>
                                  <w:shd w:val="clear" w:color="auto" w:fill="8DB3E2" w:themeFill="text2" w:themeFillTint="66"/>
                                </w:tcPr>
                                <w:p w14:paraId="1E4E9CD1" w14:textId="332C2C73" w:rsidR="00AF4FCD" w:rsidRDefault="00AF4FCD" w:rsidP="00E67D80">
                                  <w:r w:rsidRPr="008B0268">
                                    <w:rPr>
                                      <w:b/>
                                    </w:rPr>
                                    <w:t>Form</w:t>
                                  </w:r>
                                  <w:r>
                                    <w:t xml:space="preserve"> – your analysis </w:t>
                                  </w:r>
                                  <w:r w:rsidR="002E3DFF">
                                    <w:t xml:space="preserve">of the </w:t>
                                  </w:r>
                                  <w:r w:rsidR="002E3DFF">
                                    <w:t xml:space="preserve">FORM of the work </w:t>
                                  </w:r>
                                  <w:r w:rsidR="002E3DFF">
                                    <w:t xml:space="preserve">shows how it </w:t>
                                  </w:r>
                                  <w:r w:rsidR="002E3DFF">
                                    <w:t>reflect</w:t>
                                  </w:r>
                                  <w:r w:rsidR="002E3DFF">
                                    <w:t>s</w:t>
                                  </w:r>
                                  <w:r w:rsidR="002E3DFF">
                                    <w:t xml:space="preserve"> the artist's BIG IDEAS?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vAlign w:val="center"/>
                                </w:tcPr>
                                <w:p w14:paraId="48E2D092" w14:textId="77777777" w:rsidR="00AF4FCD" w:rsidRDefault="00AF4FCD" w:rsidP="00E67D80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4068584A" w14:textId="77777777" w:rsidR="00AF4FCD" w:rsidRDefault="00AF4FCD" w:rsidP="00CF51A7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14:paraId="7E0FF442" w14:textId="77777777" w:rsidR="00AF4FCD" w:rsidRDefault="00AF4FCD" w:rsidP="00E67D80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451A7EF6" w14:textId="77777777" w:rsidR="00AF4FCD" w:rsidRDefault="00AF4FCD" w:rsidP="00E67D80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14:paraId="24858E4B" w14:textId="77777777" w:rsidR="00AF4FCD" w:rsidRDefault="00AF4FCD" w:rsidP="00E67D80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32B08E71" w14:textId="77777777" w:rsidR="00AF4FCD" w:rsidRDefault="00AF4FCD" w:rsidP="00E67D80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AF4FCD" w14:paraId="3481B781" w14:textId="77777777" w:rsidTr="00E0172B">
                              <w:trPr>
                                <w:trHeight w:val="1427"/>
                              </w:trPr>
                              <w:tc>
                                <w:tcPr>
                                  <w:tcW w:w="850" w:type="dxa"/>
                                  <w:vMerge w:val="restart"/>
                                  <w:shd w:val="clear" w:color="auto" w:fill="auto"/>
                                  <w:textDirection w:val="btLr"/>
                                  <w:vAlign w:val="center"/>
                                </w:tcPr>
                                <w:p w14:paraId="754083DD" w14:textId="77777777" w:rsidR="00AF4FCD" w:rsidRPr="00622453" w:rsidRDefault="00AF4FCD" w:rsidP="00BA156B">
                                  <w:pPr>
                                    <w:ind w:left="113" w:right="113"/>
                                    <w:jc w:val="center"/>
                                    <w:rPr>
                                      <w:color w:val="0D0D0D" w:themeColor="text1" w:themeTint="F2"/>
                                    </w:rPr>
                                  </w:pPr>
                                  <w:r>
                                    <w:t>Understand Art World</w:t>
                                  </w:r>
                                </w:p>
                              </w:tc>
                              <w:tc>
                                <w:tcPr>
                                  <w:tcW w:w="2020" w:type="dxa"/>
                                  <w:shd w:val="clear" w:color="auto" w:fill="E5B8B7" w:themeFill="accent2" w:themeFillTint="66"/>
                                </w:tcPr>
                                <w:p w14:paraId="470FAA19" w14:textId="130C19E2" w:rsidR="00AF4FCD" w:rsidRDefault="00AF4FCD" w:rsidP="002E3DFF">
                                  <w:r w:rsidRPr="008B0268">
                                    <w:rPr>
                                      <w:b/>
                                    </w:rPr>
                                    <w:t>Theme</w:t>
                                  </w:r>
                                  <w:r>
                                    <w:t xml:space="preserve"> – Your analysis shows </w:t>
                                  </w:r>
                                  <w:r w:rsidR="002E3DFF">
                                    <w:t xml:space="preserve">how the </w:t>
                                  </w:r>
                                  <w:r w:rsidR="002E3DFF">
                                    <w:t>THEME reflect</w:t>
                                  </w:r>
                                  <w:r w:rsidR="002E3DFF">
                                    <w:t>s</w:t>
                                  </w:r>
                                  <w:r w:rsidR="002E3DFF">
                                    <w:t xml:space="preserve"> the times in which it was made?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vAlign w:val="center"/>
                                </w:tcPr>
                                <w:p w14:paraId="3EFD61D1" w14:textId="77777777" w:rsidR="00AF4FCD" w:rsidRDefault="00AF4FCD" w:rsidP="007232D4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199E5583" w14:textId="77777777" w:rsidR="00AF4FCD" w:rsidRDefault="00AF4FCD" w:rsidP="007232D4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14:paraId="6A433A1C" w14:textId="77777777" w:rsidR="00AF4FCD" w:rsidRDefault="00AF4FCD" w:rsidP="007232D4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301934DE" w14:textId="77777777" w:rsidR="00AF4FCD" w:rsidRDefault="00AF4FCD" w:rsidP="007232D4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14:paraId="520DE351" w14:textId="77777777" w:rsidR="00AF4FCD" w:rsidRDefault="00AF4FCD" w:rsidP="007232D4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79D67CE1" w14:textId="77777777" w:rsidR="00AF4FCD" w:rsidRDefault="00AF4FCD" w:rsidP="007232D4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AF4FCD" w14:paraId="420FB86F" w14:textId="77777777" w:rsidTr="00E0172B">
                              <w:trPr>
                                <w:trHeight w:val="1427"/>
                              </w:trPr>
                              <w:tc>
                                <w:tcPr>
                                  <w:tcW w:w="850" w:type="dxa"/>
                                  <w:vMerge/>
                                  <w:shd w:val="clear" w:color="auto" w:fill="auto"/>
                                </w:tcPr>
                                <w:p w14:paraId="6F699BC3" w14:textId="77777777" w:rsidR="00AF4FCD" w:rsidRDefault="00AF4FCD" w:rsidP="00E67D80"/>
                              </w:tc>
                              <w:tc>
                                <w:tcPr>
                                  <w:tcW w:w="2020" w:type="dxa"/>
                                  <w:shd w:val="clear" w:color="auto" w:fill="CCC0D9" w:themeFill="accent4" w:themeFillTint="66"/>
                                </w:tcPr>
                                <w:p w14:paraId="4189881E" w14:textId="6D795B79" w:rsidR="00AF4FCD" w:rsidRDefault="00AF4FCD" w:rsidP="002E3DFF">
                                  <w:r w:rsidRPr="004F33F3">
                                    <w:rPr>
                                      <w:b/>
                                    </w:rPr>
                                    <w:t xml:space="preserve">Context </w:t>
                                  </w:r>
                                  <w:r>
                                    <w:t xml:space="preserve">– your answer shows </w:t>
                                  </w:r>
                                  <w:r w:rsidR="002E3DFF">
                                    <w:t>how the</w:t>
                                  </w:r>
                                  <w:r>
                                    <w:t xml:space="preserve"> </w:t>
                                  </w:r>
                                  <w:r w:rsidR="002E3DFF">
                                    <w:t>form of the work reflect</w:t>
                                  </w:r>
                                  <w:r w:rsidR="002E3DFF">
                                    <w:t>s</w:t>
                                  </w:r>
                                  <w:bookmarkStart w:id="0" w:name="_GoBack"/>
                                  <w:bookmarkEnd w:id="0"/>
                                  <w:r w:rsidR="002E3DFF">
                                    <w:t xml:space="preserve"> the times in which it was made?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vAlign w:val="center"/>
                                </w:tcPr>
                                <w:p w14:paraId="5437BF8A" w14:textId="77777777" w:rsidR="00AF4FCD" w:rsidRDefault="00AF4FCD" w:rsidP="007232D4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79BBE666" w14:textId="77777777" w:rsidR="00AF4FCD" w:rsidRDefault="00AF4FCD" w:rsidP="007232D4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14:paraId="3882CC05" w14:textId="77777777" w:rsidR="00AF4FCD" w:rsidRDefault="00AF4FCD" w:rsidP="007232D4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0CD9A420" w14:textId="77777777" w:rsidR="00AF4FCD" w:rsidRDefault="00AF4FCD" w:rsidP="007232D4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14:paraId="147A1DF8" w14:textId="77777777" w:rsidR="00AF4FCD" w:rsidRDefault="00AF4FCD" w:rsidP="007232D4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2BDC6B5E" w14:textId="77777777" w:rsidR="00AF4FCD" w:rsidRDefault="00AF4FCD" w:rsidP="007232D4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AF4FCD" w14:paraId="20EC331D" w14:textId="77777777" w:rsidTr="00E0172B">
                              <w:trPr>
                                <w:trHeight w:val="1427"/>
                              </w:trPr>
                              <w:tc>
                                <w:tcPr>
                                  <w:tcW w:w="850" w:type="dxa"/>
                                  <w:vMerge/>
                                  <w:shd w:val="clear" w:color="auto" w:fill="auto"/>
                                </w:tcPr>
                                <w:p w14:paraId="70235882" w14:textId="77777777" w:rsidR="00AF4FCD" w:rsidRDefault="00AF4FCD" w:rsidP="00E67D80"/>
                              </w:tc>
                              <w:tc>
                                <w:tcPr>
                                  <w:tcW w:w="2020" w:type="dxa"/>
                                  <w:shd w:val="clear" w:color="auto" w:fill="C2D69B" w:themeFill="accent3" w:themeFillTint="99"/>
                                </w:tcPr>
                                <w:p w14:paraId="1707596E" w14:textId="77777777" w:rsidR="00AF4FCD" w:rsidRDefault="00AF4FCD" w:rsidP="00E67D80">
                                  <w:r w:rsidRPr="00C95EA9">
                                    <w:rPr>
                                      <w:b/>
                                    </w:rPr>
                                    <w:t>Synthesis</w:t>
                                  </w:r>
                                  <w:r>
                                    <w:t xml:space="preserve"> – your writing clearly shows </w:t>
                                  </w:r>
                                  <w:r w:rsidRPr="00742D60">
                                    <w:rPr>
                                      <w:b/>
                                    </w:rPr>
                                    <w:t>active thinking</w:t>
                                  </w:r>
                                  <w:r>
                                    <w:t xml:space="preserve"> on how Form, Theme and Context help decode the meaning of the art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vAlign w:val="center"/>
                                </w:tcPr>
                                <w:p w14:paraId="0FFEA183" w14:textId="77777777" w:rsidR="00AF4FCD" w:rsidRDefault="00AF4FCD" w:rsidP="007232D4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3686DC2F" w14:textId="77777777" w:rsidR="00AF4FCD" w:rsidRDefault="00AF4FCD" w:rsidP="007232D4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14:paraId="6EB9B663" w14:textId="77777777" w:rsidR="00AF4FCD" w:rsidRDefault="00AF4FCD" w:rsidP="007232D4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6596E076" w14:textId="77777777" w:rsidR="00AF4FCD" w:rsidRDefault="00AF4FCD" w:rsidP="007232D4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14:paraId="682DE94E" w14:textId="77777777" w:rsidR="00AF4FCD" w:rsidRDefault="00AF4FCD" w:rsidP="007232D4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445C3864" w14:textId="77777777" w:rsidR="00AF4FCD" w:rsidRDefault="00AF4FCD" w:rsidP="007232D4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</w:tbl>
                          <w:p w14:paraId="2071B0C2" w14:textId="77777777" w:rsidR="00AF4FCD" w:rsidRDefault="00AF4FCD" w:rsidP="00E67D8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13.5pt;margin-top:21.45pt;width:558pt;height:50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" strokecolor="white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850"/>
                        <w:gridCol w:w="2020"/>
                        <w:gridCol w:w="1358"/>
                        <w:gridCol w:w="1359"/>
                        <w:gridCol w:w="1359"/>
                        <w:gridCol w:w="1359"/>
                        <w:gridCol w:w="1359"/>
                        <w:gridCol w:w="1359"/>
                      </w:tblGrid>
                      <w:tr w:rsidR="00AF4FCD" w14:paraId="5CCF4F28" w14:textId="77777777" w:rsidTr="009A2007">
                        <w:trPr>
                          <w:trHeight w:val="1427"/>
                        </w:trPr>
                        <w:tc>
                          <w:tcPr>
                            <w:tcW w:w="850" w:type="dxa"/>
                            <w:textDirection w:val="btLr"/>
                            <w:vAlign w:val="center"/>
                          </w:tcPr>
                          <w:p w14:paraId="64750C9F" w14:textId="77777777" w:rsidR="00AF4FCD" w:rsidRDefault="00AF4FCD" w:rsidP="00E67D80">
                            <w:pPr>
                              <w:ind w:left="113" w:right="113"/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2020" w:type="dxa"/>
                            <w:textDirection w:val="tbRl"/>
                          </w:tcPr>
                          <w:p w14:paraId="7972094C" w14:textId="77777777" w:rsidR="00AF4FCD" w:rsidRDefault="00AF4FCD" w:rsidP="00E67D80">
                            <w:pPr>
                              <w:ind w:left="113" w:right="113"/>
                            </w:pPr>
                          </w:p>
                        </w:tc>
                        <w:tc>
                          <w:tcPr>
                            <w:tcW w:w="1358" w:type="dxa"/>
                            <w:vAlign w:val="center"/>
                          </w:tcPr>
                          <w:p w14:paraId="26DBAB23" w14:textId="77777777" w:rsidR="00AF4FCD" w:rsidRPr="00AC3FB4" w:rsidRDefault="00AF4FCD" w:rsidP="001E439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Response goes well </w:t>
                            </w:r>
                            <w:r w:rsidRPr="007D5007">
                              <w:rPr>
                                <w:sz w:val="18"/>
                                <w:szCs w:val="18"/>
                              </w:rPr>
                              <w:t>beyond expectations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in conveying understanding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54412160" w14:textId="77777777" w:rsidR="00AF4FCD" w:rsidRDefault="00AF4FCD" w:rsidP="008A06D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Response shows an complete understanding of the concepts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14:paraId="61AA3A89" w14:textId="77777777" w:rsidR="00AF4FCD" w:rsidRPr="00AC3FB4" w:rsidRDefault="00AF4FCD" w:rsidP="008A06D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Response shows a nearly complete understanding of the concepts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5A9491BA" w14:textId="77777777" w:rsidR="00AF4FCD" w:rsidRPr="00AC3FB4" w:rsidRDefault="00AF4FCD" w:rsidP="00A32E3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Response shows an emerging understanding of the concepts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14:paraId="10A7855C" w14:textId="77777777" w:rsidR="00AF4FCD" w:rsidRPr="00AC3FB4" w:rsidRDefault="00AF4FCD" w:rsidP="001E439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Response shows </w:t>
                            </w:r>
                            <w:r w:rsidRPr="007D5007">
                              <w:rPr>
                                <w:sz w:val="18"/>
                                <w:szCs w:val="18"/>
                              </w:rPr>
                              <w:t xml:space="preserve">very little understanding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of the concepts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05B3C669" w14:textId="77777777" w:rsidR="00AF4FCD" w:rsidRPr="00AC3FB4" w:rsidRDefault="00AF4FCD" w:rsidP="00CF51A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Response not present or completely misses the mark</w:t>
                            </w:r>
                          </w:p>
                        </w:tc>
                      </w:tr>
                      <w:tr w:rsidR="00AF4FCD" w14:paraId="3A554B8F" w14:textId="77777777" w:rsidTr="009A2007">
                        <w:trPr>
                          <w:trHeight w:val="1427"/>
                        </w:trPr>
                        <w:tc>
                          <w:tcPr>
                            <w:tcW w:w="850" w:type="dxa"/>
                            <w:shd w:val="clear" w:color="auto" w:fill="C6D9F1" w:themeFill="text2" w:themeFillTint="33"/>
                            <w:textDirection w:val="btLr"/>
                            <w:vAlign w:val="center"/>
                          </w:tcPr>
                          <w:p w14:paraId="181CA765" w14:textId="77777777" w:rsidR="00AF4FCD" w:rsidRDefault="00AF4FCD" w:rsidP="00E67D80">
                            <w:pPr>
                              <w:ind w:left="113" w:right="113"/>
                              <w:jc w:val="center"/>
                            </w:pPr>
                            <w:r>
                              <w:t>Observe</w:t>
                            </w:r>
                          </w:p>
                        </w:tc>
                        <w:tc>
                          <w:tcPr>
                            <w:tcW w:w="2020" w:type="dxa"/>
                            <w:shd w:val="clear" w:color="auto" w:fill="8DB3E2" w:themeFill="text2" w:themeFillTint="66"/>
                          </w:tcPr>
                          <w:p w14:paraId="1E4E9CD1" w14:textId="332C2C73" w:rsidR="00AF4FCD" w:rsidRDefault="00AF4FCD" w:rsidP="00E67D80">
                            <w:r w:rsidRPr="008B0268">
                              <w:rPr>
                                <w:b/>
                              </w:rPr>
                              <w:t>Form</w:t>
                            </w:r>
                            <w:r>
                              <w:t xml:space="preserve"> – your analysis </w:t>
                            </w:r>
                            <w:r w:rsidR="002E3DFF">
                              <w:t xml:space="preserve">of the </w:t>
                            </w:r>
                            <w:r w:rsidR="002E3DFF">
                              <w:t xml:space="preserve">FORM of the work </w:t>
                            </w:r>
                            <w:r w:rsidR="002E3DFF">
                              <w:t xml:space="preserve">shows how it </w:t>
                            </w:r>
                            <w:r w:rsidR="002E3DFF">
                              <w:t>reflect</w:t>
                            </w:r>
                            <w:r w:rsidR="002E3DFF">
                              <w:t>s</w:t>
                            </w:r>
                            <w:r w:rsidR="002E3DFF">
                              <w:t xml:space="preserve"> the artist's BIG IDEAS?</w:t>
                            </w:r>
                          </w:p>
                        </w:tc>
                        <w:tc>
                          <w:tcPr>
                            <w:tcW w:w="1358" w:type="dxa"/>
                            <w:vAlign w:val="center"/>
                          </w:tcPr>
                          <w:p w14:paraId="48E2D092" w14:textId="77777777" w:rsidR="00AF4FCD" w:rsidRDefault="00AF4FCD" w:rsidP="00E67D80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4068584A" w14:textId="77777777" w:rsidR="00AF4FCD" w:rsidRDefault="00AF4FCD" w:rsidP="00CF51A7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14:paraId="7E0FF442" w14:textId="77777777" w:rsidR="00AF4FCD" w:rsidRDefault="00AF4FCD" w:rsidP="00E67D80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451A7EF6" w14:textId="77777777" w:rsidR="00AF4FCD" w:rsidRDefault="00AF4FCD" w:rsidP="00E67D80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14:paraId="24858E4B" w14:textId="77777777" w:rsidR="00AF4FCD" w:rsidRDefault="00AF4FCD" w:rsidP="00E67D80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32B08E71" w14:textId="77777777" w:rsidR="00AF4FCD" w:rsidRDefault="00AF4FCD" w:rsidP="00E67D80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AF4FCD" w14:paraId="3481B781" w14:textId="77777777" w:rsidTr="00E0172B">
                        <w:trPr>
                          <w:trHeight w:val="1427"/>
                        </w:trPr>
                        <w:tc>
                          <w:tcPr>
                            <w:tcW w:w="850" w:type="dxa"/>
                            <w:vMerge w:val="restart"/>
                            <w:shd w:val="clear" w:color="auto" w:fill="auto"/>
                            <w:textDirection w:val="btLr"/>
                            <w:vAlign w:val="center"/>
                          </w:tcPr>
                          <w:p w14:paraId="754083DD" w14:textId="77777777" w:rsidR="00AF4FCD" w:rsidRPr="00622453" w:rsidRDefault="00AF4FCD" w:rsidP="00BA156B">
                            <w:pPr>
                              <w:ind w:left="113" w:right="113"/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t>Understand Art World</w:t>
                            </w:r>
                          </w:p>
                        </w:tc>
                        <w:tc>
                          <w:tcPr>
                            <w:tcW w:w="2020" w:type="dxa"/>
                            <w:shd w:val="clear" w:color="auto" w:fill="E5B8B7" w:themeFill="accent2" w:themeFillTint="66"/>
                          </w:tcPr>
                          <w:p w14:paraId="470FAA19" w14:textId="130C19E2" w:rsidR="00AF4FCD" w:rsidRDefault="00AF4FCD" w:rsidP="002E3DFF">
                            <w:r w:rsidRPr="008B0268">
                              <w:rPr>
                                <w:b/>
                              </w:rPr>
                              <w:t>Theme</w:t>
                            </w:r>
                            <w:r>
                              <w:t xml:space="preserve"> – Your analysis shows </w:t>
                            </w:r>
                            <w:r w:rsidR="002E3DFF">
                              <w:t xml:space="preserve">how the </w:t>
                            </w:r>
                            <w:r w:rsidR="002E3DFF">
                              <w:t>THEME reflect</w:t>
                            </w:r>
                            <w:r w:rsidR="002E3DFF">
                              <w:t>s</w:t>
                            </w:r>
                            <w:r w:rsidR="002E3DFF">
                              <w:t xml:space="preserve"> the times in which it was made?</w:t>
                            </w:r>
                          </w:p>
                        </w:tc>
                        <w:tc>
                          <w:tcPr>
                            <w:tcW w:w="1358" w:type="dxa"/>
                            <w:vAlign w:val="center"/>
                          </w:tcPr>
                          <w:p w14:paraId="3EFD61D1" w14:textId="77777777" w:rsidR="00AF4FCD" w:rsidRDefault="00AF4FCD" w:rsidP="007232D4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199E5583" w14:textId="77777777" w:rsidR="00AF4FCD" w:rsidRDefault="00AF4FCD" w:rsidP="007232D4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14:paraId="6A433A1C" w14:textId="77777777" w:rsidR="00AF4FCD" w:rsidRDefault="00AF4FCD" w:rsidP="007232D4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301934DE" w14:textId="77777777" w:rsidR="00AF4FCD" w:rsidRDefault="00AF4FCD" w:rsidP="007232D4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14:paraId="520DE351" w14:textId="77777777" w:rsidR="00AF4FCD" w:rsidRDefault="00AF4FCD" w:rsidP="007232D4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79D67CE1" w14:textId="77777777" w:rsidR="00AF4FCD" w:rsidRDefault="00AF4FCD" w:rsidP="007232D4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AF4FCD" w14:paraId="420FB86F" w14:textId="77777777" w:rsidTr="00E0172B">
                        <w:trPr>
                          <w:trHeight w:val="1427"/>
                        </w:trPr>
                        <w:tc>
                          <w:tcPr>
                            <w:tcW w:w="850" w:type="dxa"/>
                            <w:vMerge/>
                            <w:shd w:val="clear" w:color="auto" w:fill="auto"/>
                          </w:tcPr>
                          <w:p w14:paraId="6F699BC3" w14:textId="77777777" w:rsidR="00AF4FCD" w:rsidRDefault="00AF4FCD" w:rsidP="00E67D80"/>
                        </w:tc>
                        <w:tc>
                          <w:tcPr>
                            <w:tcW w:w="2020" w:type="dxa"/>
                            <w:shd w:val="clear" w:color="auto" w:fill="CCC0D9" w:themeFill="accent4" w:themeFillTint="66"/>
                          </w:tcPr>
                          <w:p w14:paraId="4189881E" w14:textId="6D795B79" w:rsidR="00AF4FCD" w:rsidRDefault="00AF4FCD" w:rsidP="002E3DFF">
                            <w:r w:rsidRPr="004F33F3">
                              <w:rPr>
                                <w:b/>
                              </w:rPr>
                              <w:t xml:space="preserve">Context </w:t>
                            </w:r>
                            <w:r>
                              <w:t xml:space="preserve">– your answer shows </w:t>
                            </w:r>
                            <w:r w:rsidR="002E3DFF">
                              <w:t>how the</w:t>
                            </w:r>
                            <w:r>
                              <w:t xml:space="preserve"> </w:t>
                            </w:r>
                            <w:r w:rsidR="002E3DFF">
                              <w:t>form of the work reflect</w:t>
                            </w:r>
                            <w:r w:rsidR="002E3DFF">
                              <w:t>s</w:t>
                            </w:r>
                            <w:bookmarkStart w:id="1" w:name="_GoBack"/>
                            <w:bookmarkEnd w:id="1"/>
                            <w:r w:rsidR="002E3DFF">
                              <w:t xml:space="preserve"> the times in which it was made?</w:t>
                            </w:r>
                          </w:p>
                        </w:tc>
                        <w:tc>
                          <w:tcPr>
                            <w:tcW w:w="1358" w:type="dxa"/>
                            <w:vAlign w:val="center"/>
                          </w:tcPr>
                          <w:p w14:paraId="5437BF8A" w14:textId="77777777" w:rsidR="00AF4FCD" w:rsidRDefault="00AF4FCD" w:rsidP="007232D4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79BBE666" w14:textId="77777777" w:rsidR="00AF4FCD" w:rsidRDefault="00AF4FCD" w:rsidP="007232D4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14:paraId="3882CC05" w14:textId="77777777" w:rsidR="00AF4FCD" w:rsidRDefault="00AF4FCD" w:rsidP="007232D4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0CD9A420" w14:textId="77777777" w:rsidR="00AF4FCD" w:rsidRDefault="00AF4FCD" w:rsidP="007232D4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14:paraId="147A1DF8" w14:textId="77777777" w:rsidR="00AF4FCD" w:rsidRDefault="00AF4FCD" w:rsidP="007232D4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2BDC6B5E" w14:textId="77777777" w:rsidR="00AF4FCD" w:rsidRDefault="00AF4FCD" w:rsidP="007232D4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AF4FCD" w14:paraId="20EC331D" w14:textId="77777777" w:rsidTr="00E0172B">
                        <w:trPr>
                          <w:trHeight w:val="1427"/>
                        </w:trPr>
                        <w:tc>
                          <w:tcPr>
                            <w:tcW w:w="850" w:type="dxa"/>
                            <w:vMerge/>
                            <w:shd w:val="clear" w:color="auto" w:fill="auto"/>
                          </w:tcPr>
                          <w:p w14:paraId="70235882" w14:textId="77777777" w:rsidR="00AF4FCD" w:rsidRDefault="00AF4FCD" w:rsidP="00E67D80"/>
                        </w:tc>
                        <w:tc>
                          <w:tcPr>
                            <w:tcW w:w="2020" w:type="dxa"/>
                            <w:shd w:val="clear" w:color="auto" w:fill="C2D69B" w:themeFill="accent3" w:themeFillTint="99"/>
                          </w:tcPr>
                          <w:p w14:paraId="1707596E" w14:textId="77777777" w:rsidR="00AF4FCD" w:rsidRDefault="00AF4FCD" w:rsidP="00E67D80">
                            <w:r w:rsidRPr="00C95EA9">
                              <w:rPr>
                                <w:b/>
                              </w:rPr>
                              <w:t>Synthesis</w:t>
                            </w:r>
                            <w:r>
                              <w:t xml:space="preserve"> – your writing clearly shows </w:t>
                            </w:r>
                            <w:r w:rsidRPr="00742D60">
                              <w:rPr>
                                <w:b/>
                              </w:rPr>
                              <w:t>active thinking</w:t>
                            </w:r>
                            <w:r>
                              <w:t xml:space="preserve"> on how Form, Theme and Context help decode the meaning of the art</w:t>
                            </w:r>
                          </w:p>
                        </w:tc>
                        <w:tc>
                          <w:tcPr>
                            <w:tcW w:w="1358" w:type="dxa"/>
                            <w:vAlign w:val="center"/>
                          </w:tcPr>
                          <w:p w14:paraId="0FFEA183" w14:textId="77777777" w:rsidR="00AF4FCD" w:rsidRDefault="00AF4FCD" w:rsidP="007232D4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3686DC2F" w14:textId="77777777" w:rsidR="00AF4FCD" w:rsidRDefault="00AF4FCD" w:rsidP="007232D4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14:paraId="6EB9B663" w14:textId="77777777" w:rsidR="00AF4FCD" w:rsidRDefault="00AF4FCD" w:rsidP="007232D4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6596E076" w14:textId="77777777" w:rsidR="00AF4FCD" w:rsidRDefault="00AF4FCD" w:rsidP="007232D4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14:paraId="682DE94E" w14:textId="77777777" w:rsidR="00AF4FCD" w:rsidRDefault="00AF4FCD" w:rsidP="007232D4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445C3864" w14:textId="77777777" w:rsidR="00AF4FCD" w:rsidRDefault="00AF4FCD" w:rsidP="007232D4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</w:tbl>
                    <w:p w14:paraId="2071B0C2" w14:textId="77777777" w:rsidR="00AF4FCD" w:rsidRDefault="00AF4FCD" w:rsidP="00E67D80"/>
                  </w:txbxContent>
                </v:textbox>
              </v:shape>
            </w:pict>
          </mc:Fallback>
        </mc:AlternateContent>
      </w:r>
      <w:r w:rsidR="00E67D80">
        <w:t>Here is the assessment rubric for this part of the project</w:t>
      </w:r>
    </w:p>
    <w:p w14:paraId="3FF990BE" w14:textId="77777777" w:rsidR="00E67D80" w:rsidRDefault="00E67D80" w:rsidP="00E67D80"/>
    <w:p w14:paraId="64329094" w14:textId="77777777" w:rsidR="00E67D80" w:rsidRDefault="00E67D80" w:rsidP="00E67D80"/>
    <w:p w14:paraId="02E16984" w14:textId="77777777" w:rsidR="00E67D80" w:rsidRDefault="00E67D80" w:rsidP="00E67D80"/>
    <w:p w14:paraId="1C99A813" w14:textId="77777777" w:rsidR="00E67D80" w:rsidRDefault="00E67D80" w:rsidP="00E67D80"/>
    <w:p w14:paraId="4DD1A072" w14:textId="77777777" w:rsidR="00E67D80" w:rsidRDefault="00E67D80" w:rsidP="00E67D80"/>
    <w:p w14:paraId="7E050117" w14:textId="77777777" w:rsidR="00E67D80" w:rsidRDefault="00E67D80" w:rsidP="00E67D80"/>
    <w:p w14:paraId="2107BABB" w14:textId="77777777" w:rsidR="00E67D80" w:rsidRDefault="00E67D80" w:rsidP="00E67D80"/>
    <w:p w14:paraId="409356A6" w14:textId="77777777" w:rsidR="00E67D80" w:rsidRDefault="00E67D80" w:rsidP="00E67D80"/>
    <w:p w14:paraId="6F6FF96A" w14:textId="77777777" w:rsidR="00E67D80" w:rsidRDefault="00E67D80" w:rsidP="00E67D80"/>
    <w:p w14:paraId="35C052EA" w14:textId="77777777" w:rsidR="00E67D80" w:rsidRDefault="00E67D80" w:rsidP="00E67D80"/>
    <w:p w14:paraId="2E39BB24" w14:textId="77777777" w:rsidR="00E67D80" w:rsidRDefault="00E67D80" w:rsidP="00E67D80"/>
    <w:p w14:paraId="77CD2FA3" w14:textId="77777777" w:rsidR="00E67D80" w:rsidRDefault="00E67D80" w:rsidP="00E67D80"/>
    <w:p w14:paraId="15A97F12" w14:textId="77777777" w:rsidR="00E67D80" w:rsidRDefault="00E67D80" w:rsidP="00E67D80"/>
    <w:p w14:paraId="227C9CF3" w14:textId="77777777" w:rsidR="00E67D80" w:rsidRDefault="00E67D80" w:rsidP="00E67D80"/>
    <w:p w14:paraId="219DCDBA" w14:textId="77777777" w:rsidR="00E67D80" w:rsidRDefault="00E67D80" w:rsidP="00E67D80"/>
    <w:p w14:paraId="3DEA1BEE" w14:textId="77777777" w:rsidR="00E67D80" w:rsidRDefault="00E67D80" w:rsidP="00E67D80"/>
    <w:p w14:paraId="593E5E9D" w14:textId="77777777" w:rsidR="00E67D80" w:rsidRDefault="00E67D80" w:rsidP="00E67D80"/>
    <w:p w14:paraId="48C08F1E" w14:textId="77777777" w:rsidR="00E67D80" w:rsidRDefault="00E67D80" w:rsidP="00E67D80"/>
    <w:p w14:paraId="1E3F42D3" w14:textId="77777777" w:rsidR="00E67D80" w:rsidRDefault="00E67D80" w:rsidP="00E67D80"/>
    <w:p w14:paraId="7BF352B8" w14:textId="77777777" w:rsidR="00E67D80" w:rsidRDefault="00E67D80" w:rsidP="00E67D80"/>
    <w:p w14:paraId="40B95448" w14:textId="77777777" w:rsidR="00E67D80" w:rsidRDefault="00754756" w:rsidP="00E67D80">
      <w:pPr>
        <w:rPr>
          <w:i/>
          <w:color w:val="C00000"/>
        </w:rPr>
      </w:pPr>
      <w:r>
        <w:t>If you give yourself a 2</w:t>
      </w:r>
      <w:r w:rsidR="00E67D80">
        <w:t xml:space="preserve">0 for any question explain why your response </w:t>
      </w:r>
      <w:r w:rsidR="00E67D80">
        <w:rPr>
          <w:b/>
        </w:rPr>
        <w:t xml:space="preserve">goes </w:t>
      </w:r>
      <w:r w:rsidR="00042559">
        <w:rPr>
          <w:b/>
        </w:rPr>
        <w:t xml:space="preserve">well </w:t>
      </w:r>
      <w:r w:rsidR="00E67D80">
        <w:rPr>
          <w:b/>
        </w:rPr>
        <w:t>beyond expectations</w:t>
      </w:r>
      <w:r w:rsidR="00E67D80">
        <w:t xml:space="preserve">. </w:t>
      </w:r>
      <w:r w:rsidR="00E67D80">
        <w:rPr>
          <w:i/>
          <w:color w:val="C00000"/>
        </w:rPr>
        <w:t>Remember I expect you to answer the questions effectively – so don’t just tell me that you did what I expect!!</w:t>
      </w:r>
    </w:p>
    <w:p w14:paraId="20E31650" w14:textId="77777777" w:rsidR="00E67D80" w:rsidRDefault="00E67D80" w:rsidP="00E67D80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783DBE" wp14:editId="41E56084">
                <wp:simplePos x="0" y="0"/>
                <wp:positionH relativeFrom="column">
                  <wp:posOffset>-73660</wp:posOffset>
                </wp:positionH>
                <wp:positionV relativeFrom="paragraph">
                  <wp:posOffset>24130</wp:posOffset>
                </wp:positionV>
                <wp:extent cx="6591300" cy="2000250"/>
                <wp:effectExtent l="0" t="0" r="12700" b="63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1300" cy="2000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809"/>
                              <w:gridCol w:w="8030"/>
                            </w:tblGrid>
                            <w:tr w:rsidR="00AF4FCD" w14:paraId="408186A3" w14:textId="77777777" w:rsidTr="00E67D80">
                              <w:trPr>
                                <w:trHeight w:val="700"/>
                              </w:trPr>
                              <w:tc>
                                <w:tcPr>
                                  <w:tcW w:w="180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8DB3E2" w:themeFill="text2" w:themeFillTint="66"/>
                                  <w:vAlign w:val="center"/>
                                  <w:hideMark/>
                                </w:tcPr>
                                <w:p w14:paraId="69F967D2" w14:textId="77777777" w:rsidR="00AF4FCD" w:rsidRDefault="00AF4FCD">
                                  <w:r>
                                    <w:t>Theme question</w:t>
                                  </w:r>
                                </w:p>
                              </w:tc>
                              <w:tc>
                                <w:tcPr>
                                  <w:tcW w:w="80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010D329" w14:textId="77777777" w:rsidR="00AF4FCD" w:rsidRDefault="00AF4FCD"/>
                              </w:tc>
                            </w:tr>
                            <w:tr w:rsidR="00AF4FCD" w14:paraId="736E541F" w14:textId="77777777" w:rsidTr="00E67D80">
                              <w:trPr>
                                <w:trHeight w:val="700"/>
                              </w:trPr>
                              <w:tc>
                                <w:tcPr>
                                  <w:tcW w:w="180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9594" w:themeFill="accent2" w:themeFillTint="99"/>
                                  <w:vAlign w:val="center"/>
                                  <w:hideMark/>
                                </w:tcPr>
                                <w:p w14:paraId="441704A4" w14:textId="77777777" w:rsidR="00AF4FCD" w:rsidRDefault="00AF4FCD">
                                  <w:r>
                                    <w:t>Form question</w:t>
                                  </w:r>
                                </w:p>
                              </w:tc>
                              <w:tc>
                                <w:tcPr>
                                  <w:tcW w:w="80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219D0DC" w14:textId="77777777" w:rsidR="00AF4FCD" w:rsidRDefault="00AF4FCD"/>
                              </w:tc>
                            </w:tr>
                            <w:tr w:rsidR="00AF4FCD" w14:paraId="332D7782" w14:textId="77777777" w:rsidTr="00E67D80">
                              <w:trPr>
                                <w:trHeight w:val="700"/>
                              </w:trPr>
                              <w:tc>
                                <w:tcPr>
                                  <w:tcW w:w="180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B2A1C7" w:themeFill="accent4" w:themeFillTint="99"/>
                                  <w:vAlign w:val="center"/>
                                  <w:hideMark/>
                                </w:tcPr>
                                <w:p w14:paraId="6A9E1F0C" w14:textId="77777777" w:rsidR="00AF4FCD" w:rsidRDefault="00AF4FCD">
                                  <w:r>
                                    <w:t>Context question</w:t>
                                  </w:r>
                                </w:p>
                              </w:tc>
                              <w:tc>
                                <w:tcPr>
                                  <w:tcW w:w="80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F19FDE1" w14:textId="77777777" w:rsidR="00AF4FCD" w:rsidRDefault="00AF4FCD"/>
                              </w:tc>
                            </w:tr>
                            <w:tr w:rsidR="00AF4FCD" w14:paraId="4E97682D" w14:textId="77777777" w:rsidTr="00E67D80">
                              <w:trPr>
                                <w:trHeight w:val="700"/>
                              </w:trPr>
                              <w:tc>
                                <w:tcPr>
                                  <w:tcW w:w="180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C2D69B" w:themeFill="accent3" w:themeFillTint="99"/>
                                  <w:vAlign w:val="center"/>
                                  <w:hideMark/>
                                </w:tcPr>
                                <w:p w14:paraId="724E76BD" w14:textId="77777777" w:rsidR="00AF4FCD" w:rsidRDefault="00AF4FCD">
                                  <w:r>
                                    <w:t>Synthesis question</w:t>
                                  </w:r>
                                </w:p>
                              </w:tc>
                              <w:tc>
                                <w:tcPr>
                                  <w:tcW w:w="80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72E198F" w14:textId="77777777" w:rsidR="00AF4FCD" w:rsidRDefault="00AF4FCD"/>
                              </w:tc>
                            </w:tr>
                          </w:tbl>
                          <w:p w14:paraId="21846F66" w14:textId="77777777" w:rsidR="00AF4FCD" w:rsidRDefault="00AF4FCD" w:rsidP="00E67D8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5.75pt;margin-top:1.9pt;width:519pt;height:157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809"/>
                        <w:gridCol w:w="8030"/>
                      </w:tblGrid>
                      <w:tr w:rsidR="00AF4FCD" w14:paraId="408186A3" w14:textId="77777777" w:rsidTr="00E67D80">
                        <w:trPr>
                          <w:trHeight w:val="700"/>
                        </w:trPr>
                        <w:tc>
                          <w:tcPr>
                            <w:tcW w:w="180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8DB3E2" w:themeFill="text2" w:themeFillTint="66"/>
                            <w:vAlign w:val="center"/>
                            <w:hideMark/>
                          </w:tcPr>
                          <w:p w14:paraId="69F967D2" w14:textId="77777777" w:rsidR="00AF4FCD" w:rsidRDefault="00AF4FCD">
                            <w:r>
                              <w:t>Theme question</w:t>
                            </w:r>
                          </w:p>
                        </w:tc>
                        <w:tc>
                          <w:tcPr>
                            <w:tcW w:w="803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010D329" w14:textId="77777777" w:rsidR="00AF4FCD" w:rsidRDefault="00AF4FCD"/>
                        </w:tc>
                      </w:tr>
                      <w:tr w:rsidR="00AF4FCD" w14:paraId="736E541F" w14:textId="77777777" w:rsidTr="00E67D80">
                        <w:trPr>
                          <w:trHeight w:val="700"/>
                        </w:trPr>
                        <w:tc>
                          <w:tcPr>
                            <w:tcW w:w="180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9594" w:themeFill="accent2" w:themeFillTint="99"/>
                            <w:vAlign w:val="center"/>
                            <w:hideMark/>
                          </w:tcPr>
                          <w:p w14:paraId="441704A4" w14:textId="77777777" w:rsidR="00AF4FCD" w:rsidRDefault="00AF4FCD">
                            <w:r>
                              <w:t>Form question</w:t>
                            </w:r>
                          </w:p>
                        </w:tc>
                        <w:tc>
                          <w:tcPr>
                            <w:tcW w:w="803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219D0DC" w14:textId="77777777" w:rsidR="00AF4FCD" w:rsidRDefault="00AF4FCD"/>
                        </w:tc>
                      </w:tr>
                      <w:tr w:rsidR="00AF4FCD" w14:paraId="332D7782" w14:textId="77777777" w:rsidTr="00E67D80">
                        <w:trPr>
                          <w:trHeight w:val="700"/>
                        </w:trPr>
                        <w:tc>
                          <w:tcPr>
                            <w:tcW w:w="180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B2A1C7" w:themeFill="accent4" w:themeFillTint="99"/>
                            <w:vAlign w:val="center"/>
                            <w:hideMark/>
                          </w:tcPr>
                          <w:p w14:paraId="6A9E1F0C" w14:textId="77777777" w:rsidR="00AF4FCD" w:rsidRDefault="00AF4FCD">
                            <w:r>
                              <w:t>Context question</w:t>
                            </w:r>
                          </w:p>
                        </w:tc>
                        <w:tc>
                          <w:tcPr>
                            <w:tcW w:w="803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F19FDE1" w14:textId="77777777" w:rsidR="00AF4FCD" w:rsidRDefault="00AF4FCD"/>
                        </w:tc>
                      </w:tr>
                      <w:tr w:rsidR="00AF4FCD" w14:paraId="4E97682D" w14:textId="77777777" w:rsidTr="00E67D80">
                        <w:trPr>
                          <w:trHeight w:val="700"/>
                        </w:trPr>
                        <w:tc>
                          <w:tcPr>
                            <w:tcW w:w="180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C2D69B" w:themeFill="accent3" w:themeFillTint="99"/>
                            <w:vAlign w:val="center"/>
                            <w:hideMark/>
                          </w:tcPr>
                          <w:p w14:paraId="724E76BD" w14:textId="77777777" w:rsidR="00AF4FCD" w:rsidRDefault="00AF4FCD">
                            <w:r>
                              <w:t>Synthesis question</w:t>
                            </w:r>
                          </w:p>
                        </w:tc>
                        <w:tc>
                          <w:tcPr>
                            <w:tcW w:w="803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72E198F" w14:textId="77777777" w:rsidR="00AF4FCD" w:rsidRDefault="00AF4FCD"/>
                        </w:tc>
                      </w:tr>
                    </w:tbl>
                    <w:p w14:paraId="21846F66" w14:textId="77777777" w:rsidR="00AF4FCD" w:rsidRDefault="00AF4FCD" w:rsidP="00E67D80"/>
                  </w:txbxContent>
                </v:textbox>
              </v:shape>
            </w:pict>
          </mc:Fallback>
        </mc:AlternateContent>
      </w:r>
    </w:p>
    <w:p w14:paraId="42DBD1D4" w14:textId="77777777" w:rsidR="00E67D80" w:rsidRDefault="00E67D80" w:rsidP="00E67D80"/>
    <w:p w14:paraId="060D98E5" w14:textId="77777777" w:rsidR="00E67D80" w:rsidRDefault="00E67D80" w:rsidP="00E67D80"/>
    <w:p w14:paraId="52AF4BBA" w14:textId="77777777" w:rsidR="00E67D80" w:rsidRDefault="00E67D80" w:rsidP="00E67D80"/>
    <w:p w14:paraId="29F903CD" w14:textId="77777777" w:rsidR="00E67D80" w:rsidRDefault="00E67D80" w:rsidP="00E67D80"/>
    <w:p w14:paraId="51139228" w14:textId="77777777" w:rsidR="00E67D80" w:rsidRDefault="00E67D80" w:rsidP="00E67D80"/>
    <w:p w14:paraId="76DAFBB1" w14:textId="77777777" w:rsidR="00E67D80" w:rsidRDefault="00E67D80" w:rsidP="00E67D80"/>
    <w:p w14:paraId="49F6BC79" w14:textId="77777777" w:rsidR="003E5496" w:rsidRDefault="003E5496" w:rsidP="00E67D80">
      <w:r>
        <w:lastRenderedPageBreak/>
        <w:t>Choose one of the three artworks in the film to use as an example and then answer the questions below.</w:t>
      </w:r>
    </w:p>
    <w:p w14:paraId="19A93B83" w14:textId="77777777" w:rsidR="003E5496" w:rsidRDefault="003E5496" w:rsidP="00E67D80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B46E2A" wp14:editId="7FF2FC4C">
                <wp:simplePos x="0" y="0"/>
                <wp:positionH relativeFrom="column">
                  <wp:posOffset>1793240</wp:posOffset>
                </wp:positionH>
                <wp:positionV relativeFrom="paragraph">
                  <wp:posOffset>2520315</wp:posOffset>
                </wp:positionV>
                <wp:extent cx="3048000" cy="2293620"/>
                <wp:effectExtent l="0" t="0" r="25400" b="1778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0" cy="22936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A4EDCB" w14:textId="77777777" w:rsidR="003E5496" w:rsidRDefault="00092BDC" w:rsidP="003E5496"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09CF85B3" wp14:editId="7948C73E">
                                  <wp:extent cx="2865120" cy="2148840"/>
                                  <wp:effectExtent l="0" t="0" r="5080" b="1016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lide32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865120" cy="21488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8" type="#_x0000_t202" style="position:absolute;margin-left:141.2pt;margin-top:198.45pt;width:240pt;height:180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" filled="f">
                <v:textbox>
                  <w:txbxContent>
                    <w:p w14:paraId="1FA4EDCB" w14:textId="77777777" w:rsidR="003E5496" w:rsidRDefault="00092BDC" w:rsidP="003E5496">
                      <w:r>
                        <w:rPr>
                          <w:noProof/>
                          <w:lang w:eastAsia="en-US"/>
                        </w:rPr>
                        <w:drawing>
                          <wp:inline distT="0" distB="0" distL="0" distR="0" wp14:anchorId="09CF85B3" wp14:editId="7948C73E">
                            <wp:extent cx="2865120" cy="2148840"/>
                            <wp:effectExtent l="0" t="0" r="5080" b="10160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lide32.jp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865120" cy="21488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C5F4E9" wp14:editId="70514783">
                <wp:simplePos x="0" y="0"/>
                <wp:positionH relativeFrom="column">
                  <wp:posOffset>3277235</wp:posOffset>
                </wp:positionH>
                <wp:positionV relativeFrom="paragraph">
                  <wp:posOffset>106045</wp:posOffset>
                </wp:positionV>
                <wp:extent cx="3048000" cy="2293620"/>
                <wp:effectExtent l="0" t="0" r="25400" b="1778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0" cy="22936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4BCC49" w14:textId="77777777" w:rsidR="003E5496" w:rsidRDefault="00092BDC" w:rsidP="003E5496"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78107D99" wp14:editId="2BAF3BF6">
                                  <wp:extent cx="2865120" cy="2148840"/>
                                  <wp:effectExtent l="0" t="0" r="5080" b="10160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lide31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865120" cy="21488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29" type="#_x0000_t202" style="position:absolute;margin-left:258.05pt;margin-top:8.35pt;width:240pt;height:180.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" filled="f">
                <v:textbox>
                  <w:txbxContent>
                    <w:p w14:paraId="524BCC49" w14:textId="77777777" w:rsidR="003E5496" w:rsidRDefault="00092BDC" w:rsidP="003E5496">
                      <w:r>
                        <w:rPr>
                          <w:noProof/>
                          <w:lang w:eastAsia="en-US"/>
                        </w:rPr>
                        <w:drawing>
                          <wp:inline distT="0" distB="0" distL="0" distR="0" wp14:anchorId="78107D99" wp14:editId="2BAF3BF6">
                            <wp:extent cx="2865120" cy="2148840"/>
                            <wp:effectExtent l="0" t="0" r="5080" b="10160"/>
                            <wp:docPr id="7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lide31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865120" cy="21488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31679E" wp14:editId="7761227D">
                <wp:simplePos x="0" y="0"/>
                <wp:positionH relativeFrom="column">
                  <wp:posOffset>101299</wp:posOffset>
                </wp:positionH>
                <wp:positionV relativeFrom="paragraph">
                  <wp:posOffset>106546</wp:posOffset>
                </wp:positionV>
                <wp:extent cx="3048000" cy="2294021"/>
                <wp:effectExtent l="0" t="0" r="25400" b="1778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0" cy="229402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6D7A5F" w14:textId="77777777" w:rsidR="003E5496" w:rsidRDefault="00092BDC"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0A38F0A0" wp14:editId="4573E2C5">
                                  <wp:extent cx="2865120" cy="2148840"/>
                                  <wp:effectExtent l="0" t="0" r="5080" b="1016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lide30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865120" cy="21488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30" type="#_x0000_t202" style="position:absolute;margin-left:8pt;margin-top:8.4pt;width:240pt;height:180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" filled="f">
                <v:textbox>
                  <w:txbxContent>
                    <w:p w14:paraId="076D7A5F" w14:textId="77777777" w:rsidR="003E5496" w:rsidRDefault="00092BDC">
                      <w:r>
                        <w:rPr>
                          <w:noProof/>
                          <w:lang w:eastAsia="en-US"/>
                        </w:rPr>
                        <w:drawing>
                          <wp:inline distT="0" distB="0" distL="0" distR="0" wp14:anchorId="0A38F0A0" wp14:editId="4573E2C5">
                            <wp:extent cx="2865120" cy="2148840"/>
                            <wp:effectExtent l="0" t="0" r="5080" b="10160"/>
                            <wp:docPr id="6" name="Pictur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lide30.jp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865120" cy="21488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C5CC3FE" w14:textId="77777777" w:rsidR="003E5496" w:rsidRDefault="003E5496" w:rsidP="00E67D80"/>
    <w:p w14:paraId="5DD7B1FA" w14:textId="77777777" w:rsidR="003E5496" w:rsidRDefault="003E5496" w:rsidP="00E67D80"/>
    <w:p w14:paraId="36D3A155" w14:textId="77777777" w:rsidR="003E5496" w:rsidRDefault="003E5496" w:rsidP="00E67D80"/>
    <w:p w14:paraId="6FE107BA" w14:textId="77777777" w:rsidR="003E5496" w:rsidRDefault="003E5496" w:rsidP="00E67D80"/>
    <w:p w14:paraId="26F26036" w14:textId="77777777" w:rsidR="003E5496" w:rsidRDefault="003E5496" w:rsidP="00E67D80"/>
    <w:p w14:paraId="3B61B1FD" w14:textId="77777777" w:rsidR="003E5496" w:rsidRDefault="003E5496" w:rsidP="00E67D80"/>
    <w:p w14:paraId="510AA8A8" w14:textId="77777777" w:rsidR="003E5496" w:rsidRDefault="003E5496" w:rsidP="00E67D8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8470"/>
      </w:tblGrid>
      <w:tr w:rsidR="003E5496" w14:paraId="777D059D" w14:textId="77777777" w:rsidTr="003E5496">
        <w:trPr>
          <w:trHeight w:val="1555"/>
        </w:trPr>
        <w:tc>
          <w:tcPr>
            <w:tcW w:w="1951" w:type="dxa"/>
            <w:shd w:val="clear" w:color="auto" w:fill="D6E3BC" w:themeFill="accent3" w:themeFillTint="66"/>
          </w:tcPr>
          <w:p w14:paraId="20F525BA" w14:textId="77777777" w:rsidR="003E5496" w:rsidRDefault="003E5496" w:rsidP="00E67D80">
            <w:r>
              <w:t>How does the FORM of the work reflect the artist's BIG IDEAS?</w:t>
            </w:r>
          </w:p>
        </w:tc>
        <w:tc>
          <w:tcPr>
            <w:tcW w:w="8470" w:type="dxa"/>
          </w:tcPr>
          <w:p w14:paraId="77B50B3C" w14:textId="77777777" w:rsidR="003E5496" w:rsidRDefault="003E5496" w:rsidP="00E67D80"/>
        </w:tc>
      </w:tr>
      <w:tr w:rsidR="003E5496" w14:paraId="301DE792" w14:textId="77777777" w:rsidTr="003E5496">
        <w:trPr>
          <w:trHeight w:val="1555"/>
        </w:trPr>
        <w:tc>
          <w:tcPr>
            <w:tcW w:w="1951" w:type="dxa"/>
            <w:shd w:val="clear" w:color="auto" w:fill="CCC0D9" w:themeFill="accent4" w:themeFillTint="66"/>
          </w:tcPr>
          <w:p w14:paraId="124D4BF4" w14:textId="77777777" w:rsidR="003E5496" w:rsidRDefault="003E5496" w:rsidP="003E5496">
            <w:r>
              <w:t>How does the artist's THEME reflect the times in which it was made?</w:t>
            </w:r>
          </w:p>
        </w:tc>
        <w:tc>
          <w:tcPr>
            <w:tcW w:w="8470" w:type="dxa"/>
          </w:tcPr>
          <w:p w14:paraId="3A67831E" w14:textId="77777777" w:rsidR="003E5496" w:rsidRDefault="003E5496" w:rsidP="00E67D80"/>
        </w:tc>
      </w:tr>
      <w:tr w:rsidR="003E5496" w14:paraId="37576C31" w14:textId="77777777" w:rsidTr="003E5496">
        <w:trPr>
          <w:trHeight w:val="1555"/>
        </w:trPr>
        <w:tc>
          <w:tcPr>
            <w:tcW w:w="1951" w:type="dxa"/>
            <w:shd w:val="clear" w:color="auto" w:fill="B6DDE8" w:themeFill="accent5" w:themeFillTint="66"/>
          </w:tcPr>
          <w:p w14:paraId="0649A56F" w14:textId="77777777" w:rsidR="003E5496" w:rsidRDefault="003E5496" w:rsidP="00E67D80">
            <w:r>
              <w:t>How does the form of the work reflect the times in which it was made?</w:t>
            </w:r>
          </w:p>
        </w:tc>
        <w:tc>
          <w:tcPr>
            <w:tcW w:w="8470" w:type="dxa"/>
          </w:tcPr>
          <w:p w14:paraId="525C3B2F" w14:textId="77777777" w:rsidR="003E5496" w:rsidRDefault="003E5496" w:rsidP="00E67D80"/>
        </w:tc>
      </w:tr>
      <w:tr w:rsidR="003E5496" w14:paraId="72E430DD" w14:textId="77777777" w:rsidTr="003E5496">
        <w:trPr>
          <w:trHeight w:val="1555"/>
        </w:trPr>
        <w:tc>
          <w:tcPr>
            <w:tcW w:w="1951" w:type="dxa"/>
            <w:shd w:val="clear" w:color="auto" w:fill="FBD4B4" w:themeFill="accent6" w:themeFillTint="66"/>
          </w:tcPr>
          <w:p w14:paraId="2FDE5FC8" w14:textId="77777777" w:rsidR="003E5496" w:rsidRDefault="003E5496" w:rsidP="00E67D80">
            <w:r>
              <w:t>How does an understanding of FTC help you understand this artwork better?</w:t>
            </w:r>
          </w:p>
        </w:tc>
        <w:tc>
          <w:tcPr>
            <w:tcW w:w="8470" w:type="dxa"/>
          </w:tcPr>
          <w:p w14:paraId="010D362E" w14:textId="77777777" w:rsidR="003E5496" w:rsidRDefault="003E5496" w:rsidP="00E67D80"/>
        </w:tc>
      </w:tr>
    </w:tbl>
    <w:p w14:paraId="37338A4B" w14:textId="77777777" w:rsidR="003E5496" w:rsidRDefault="003E5496" w:rsidP="00AF1C28"/>
    <w:sectPr w:rsidR="003E5496" w:rsidSect="00E67D80">
      <w:pgSz w:w="11907" w:h="16840" w:code="9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AE438A"/>
    <w:multiLevelType w:val="hybridMultilevel"/>
    <w:tmpl w:val="FA960D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4D5DAB"/>
    <w:multiLevelType w:val="hybridMultilevel"/>
    <w:tmpl w:val="FA960D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embedSystemFonts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496"/>
    <w:rsid w:val="00042559"/>
    <w:rsid w:val="00092BDC"/>
    <w:rsid w:val="001E4392"/>
    <w:rsid w:val="002E3DFF"/>
    <w:rsid w:val="003619A5"/>
    <w:rsid w:val="003715A5"/>
    <w:rsid w:val="003E1C85"/>
    <w:rsid w:val="003E5496"/>
    <w:rsid w:val="004F5611"/>
    <w:rsid w:val="005123BC"/>
    <w:rsid w:val="00515CC0"/>
    <w:rsid w:val="00622453"/>
    <w:rsid w:val="006A5D48"/>
    <w:rsid w:val="007232D4"/>
    <w:rsid w:val="00754756"/>
    <w:rsid w:val="00765806"/>
    <w:rsid w:val="008A06DC"/>
    <w:rsid w:val="008A2E84"/>
    <w:rsid w:val="009A2007"/>
    <w:rsid w:val="00A32E34"/>
    <w:rsid w:val="00AF1C28"/>
    <w:rsid w:val="00AF4FCD"/>
    <w:rsid w:val="00B82D4A"/>
    <w:rsid w:val="00BA156B"/>
    <w:rsid w:val="00CF51A7"/>
    <w:rsid w:val="00E0172B"/>
    <w:rsid w:val="00E67D80"/>
    <w:rsid w:val="00ED22BF"/>
    <w:rsid w:val="00F9416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13E0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D80"/>
    <w:pPr>
      <w:spacing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7D80"/>
    <w:pPr>
      <w:spacing w:after="0"/>
    </w:pPr>
    <w:rPr>
      <w:sz w:val="22"/>
      <w:szCs w:val="22"/>
      <w:lang w:eastAsia="zh-C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D22B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2BF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2BF"/>
    <w:rPr>
      <w:rFonts w:ascii="Lucida Grande" w:hAnsi="Lucida Grande"/>
      <w:sz w:val="18"/>
      <w:szCs w:val="18"/>
      <w:lang w:eastAsia="zh-CN"/>
    </w:rPr>
  </w:style>
  <w:style w:type="paragraph" w:styleId="ListParagraph">
    <w:name w:val="List Paragraph"/>
    <w:basedOn w:val="Normal"/>
    <w:uiPriority w:val="34"/>
    <w:qFormat/>
    <w:rsid w:val="00AF4FCD"/>
    <w:pPr>
      <w:ind w:left="720"/>
      <w:contextualSpacing/>
    </w:pPr>
    <w:rPr>
      <w:lang w:eastAsia="ko-K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D80"/>
    <w:pPr>
      <w:spacing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7D80"/>
    <w:pPr>
      <w:spacing w:after="0"/>
    </w:pPr>
    <w:rPr>
      <w:sz w:val="22"/>
      <w:szCs w:val="22"/>
      <w:lang w:eastAsia="zh-C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D22B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2BF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2BF"/>
    <w:rPr>
      <w:rFonts w:ascii="Lucida Grande" w:hAnsi="Lucida Grande"/>
      <w:sz w:val="18"/>
      <w:szCs w:val="18"/>
      <w:lang w:eastAsia="zh-CN"/>
    </w:rPr>
  </w:style>
  <w:style w:type="paragraph" w:styleId="ListParagraph">
    <w:name w:val="List Paragraph"/>
    <w:basedOn w:val="Normal"/>
    <w:uiPriority w:val="34"/>
    <w:qFormat/>
    <w:rsid w:val="00AF4FCD"/>
    <w:pPr>
      <w:ind w:left="720"/>
      <w:contextualSpacing/>
    </w:pPr>
    <w:rPr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g"/><Relationship Id="rId8" Type="http://schemas.openxmlformats.org/officeDocument/2006/relationships/image" Target="media/image2.jpg"/><Relationship Id="rId9" Type="http://schemas.openxmlformats.org/officeDocument/2006/relationships/image" Target="media/image3.jp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breverman:ISBArt:2011-12%20revised%20rubrics:K&amp;U%20rubric%2020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4DAE9E8-D35A-2C48-AA66-5683A19C4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K&amp;U rubric 2013.dotx</Template>
  <TotalTime>9</TotalTime>
  <Pages>2</Pages>
  <Words>107</Words>
  <Characters>611</Characters>
  <Application>Microsoft Macintosh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Reverman [STAFF]</dc:creator>
  <cp:keywords/>
  <dc:description/>
  <cp:lastModifiedBy>Brian Reverman [STAFF]</cp:lastModifiedBy>
  <cp:revision>4</cp:revision>
  <dcterms:created xsi:type="dcterms:W3CDTF">2014-01-06T00:44:00Z</dcterms:created>
  <dcterms:modified xsi:type="dcterms:W3CDTF">2014-01-06T01:01:00Z</dcterms:modified>
</cp:coreProperties>
</file>